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26" w:rsidRPr="00742822" w:rsidRDefault="00146F26" w:rsidP="006B21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Рисунок2" style="position:absolute;margin-left:224pt;margin-top:9.55pt;width:54pt;height:63pt;z-index:251658240;visibility:visible">
            <v:imagedata r:id="rId7" o:title=""/>
            <w10:wrap type="topAndBottom"/>
          </v:shape>
        </w:pict>
      </w:r>
    </w:p>
    <w:p w:rsidR="00146F26" w:rsidRPr="00742822" w:rsidRDefault="00146F26" w:rsidP="006B21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2822">
        <w:rPr>
          <w:rFonts w:ascii="Times New Roman" w:hAnsi="Times New Roman"/>
          <w:sz w:val="28"/>
          <w:szCs w:val="28"/>
        </w:rPr>
        <w:t>РОССИЙСКАЯ ФЕДЕРАЦИЯ</w:t>
      </w:r>
    </w:p>
    <w:p w:rsidR="00146F26" w:rsidRPr="00742822" w:rsidRDefault="00146F26" w:rsidP="006B21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2822">
        <w:rPr>
          <w:rFonts w:ascii="Times New Roman" w:hAnsi="Times New Roman"/>
          <w:sz w:val="28"/>
          <w:szCs w:val="28"/>
        </w:rPr>
        <w:t>Кемеровская область</w:t>
      </w:r>
    </w:p>
    <w:p w:rsidR="00146F26" w:rsidRPr="00742822" w:rsidRDefault="00146F26" w:rsidP="007428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2822">
        <w:rPr>
          <w:rFonts w:ascii="Times New Roman" w:hAnsi="Times New Roman"/>
          <w:sz w:val="28"/>
          <w:szCs w:val="28"/>
        </w:rPr>
        <w:t>Муниципальное образование – Осинниковский городской округ</w:t>
      </w:r>
    </w:p>
    <w:p w:rsidR="00146F26" w:rsidRPr="00742822" w:rsidRDefault="00146F26" w:rsidP="007428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2822">
        <w:rPr>
          <w:rFonts w:ascii="Times New Roman" w:hAnsi="Times New Roman"/>
          <w:sz w:val="28"/>
          <w:szCs w:val="28"/>
        </w:rPr>
        <w:t>Администрация Осинниковского городского округа</w:t>
      </w:r>
    </w:p>
    <w:p w:rsidR="00146F26" w:rsidRPr="003035B6" w:rsidRDefault="00146F26" w:rsidP="007428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6F26" w:rsidRPr="003035B6" w:rsidRDefault="00146F26" w:rsidP="007428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6F26" w:rsidRPr="00742822" w:rsidRDefault="00146F26" w:rsidP="0074282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42822">
        <w:rPr>
          <w:rFonts w:ascii="Times New Roman" w:hAnsi="Times New Roman"/>
          <w:b/>
          <w:sz w:val="32"/>
          <w:szCs w:val="32"/>
        </w:rPr>
        <w:t>ПОСТАНОВЛЕНИЕ</w:t>
      </w:r>
    </w:p>
    <w:p w:rsidR="00146F26" w:rsidRPr="003035B6" w:rsidRDefault="00146F26" w:rsidP="007428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6F26" w:rsidRPr="00B85E7C" w:rsidRDefault="00146F26" w:rsidP="00864546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85E7C">
        <w:rPr>
          <w:rFonts w:ascii="Times New Roman" w:hAnsi="Times New Roman"/>
          <w:sz w:val="24"/>
          <w:szCs w:val="24"/>
          <w:u w:val="single"/>
        </w:rPr>
        <w:t>08.02.2016г.</w:t>
      </w:r>
      <w:r w:rsidRPr="00D41F98">
        <w:rPr>
          <w:rFonts w:ascii="Times New Roman" w:hAnsi="Times New Roman"/>
          <w:sz w:val="28"/>
          <w:szCs w:val="28"/>
        </w:rPr>
        <w:tab/>
      </w:r>
      <w:r w:rsidRPr="00D41F98">
        <w:rPr>
          <w:rFonts w:ascii="Times New Roman" w:hAnsi="Times New Roman"/>
          <w:sz w:val="28"/>
          <w:szCs w:val="28"/>
        </w:rPr>
        <w:tab/>
      </w:r>
      <w:r w:rsidRPr="00B85E7C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B85E7C">
        <w:rPr>
          <w:rFonts w:ascii="Times New Roman" w:hAnsi="Times New Roman"/>
          <w:sz w:val="24"/>
          <w:szCs w:val="24"/>
          <w:u w:val="single"/>
        </w:rPr>
        <w:t>№ 111-п</w:t>
      </w:r>
    </w:p>
    <w:p w:rsidR="00146F26" w:rsidRPr="00F95C15" w:rsidRDefault="00146F26" w:rsidP="00864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F26" w:rsidRPr="00F95C15" w:rsidRDefault="00146F26" w:rsidP="008645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E77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5B6">
        <w:rPr>
          <w:rFonts w:ascii="Times New Roman" w:hAnsi="Times New Roman"/>
          <w:sz w:val="24"/>
          <w:szCs w:val="24"/>
        </w:rPr>
        <w:t xml:space="preserve">Об </w:t>
      </w:r>
      <w:r>
        <w:rPr>
          <w:rFonts w:ascii="Times New Roman" w:hAnsi="Times New Roman"/>
          <w:sz w:val="24"/>
          <w:szCs w:val="24"/>
        </w:rPr>
        <w:t>утверждении программы комплексного развития систем коммунальной инфраструктуры муниципального образования – Осинниковский городской округ</w:t>
      </w:r>
      <w:r w:rsidRPr="003035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период до 2025 г.</w:t>
      </w:r>
    </w:p>
    <w:p w:rsidR="00146F26" w:rsidRPr="003035B6" w:rsidRDefault="00146F26" w:rsidP="00E77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E77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E7744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035B6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Во исполнение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приказа Министерства регионального развития Российской Федерации от 06.05.2011г. № 204 «О разработке программ комплексного развития систем коммунальной инфраструктуры муниципальных образований»,</w:t>
      </w:r>
      <w:r w:rsidRPr="003035B6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руководствуясь Федеральным законом от 06.10.2003г. № 131-ФЗ «Об общих принципах организации местного самоуправления в Российской Федерации»:</w:t>
      </w:r>
    </w:p>
    <w:p w:rsidR="00146F26" w:rsidRPr="003035B6" w:rsidRDefault="00146F26" w:rsidP="00DA0F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035B6">
        <w:rPr>
          <w:rFonts w:ascii="Times New Roman" w:hAnsi="Times New Roman"/>
          <w:color w:val="333333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Утвердить программу комплексного развития </w:t>
      </w:r>
      <w:r>
        <w:rPr>
          <w:rFonts w:ascii="Times New Roman" w:hAnsi="Times New Roman"/>
          <w:sz w:val="24"/>
          <w:szCs w:val="24"/>
        </w:rPr>
        <w:t>систем коммунальной инфраструктуры муниципального образования – Осинниковский городской округ на период до 2025г.</w:t>
      </w:r>
      <w:r w:rsidRPr="003035B6">
        <w:rPr>
          <w:rFonts w:ascii="Times New Roman" w:hAnsi="Times New Roman"/>
          <w:sz w:val="24"/>
          <w:szCs w:val="24"/>
        </w:rPr>
        <w:t xml:space="preserve"> </w:t>
      </w:r>
    </w:p>
    <w:p w:rsidR="00146F26" w:rsidRDefault="00146F26" w:rsidP="00D41F9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035B6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Разместить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программу комплексного развития </w:t>
      </w:r>
      <w:r>
        <w:rPr>
          <w:rFonts w:ascii="Times New Roman" w:hAnsi="Times New Roman"/>
          <w:sz w:val="24"/>
          <w:szCs w:val="24"/>
        </w:rPr>
        <w:t xml:space="preserve">систем коммунальной инфраструктуры муниципального образования – Осинниковский городской округ на период до 2025г. на официальном сайте Администрации Осинниковского городского округа – </w:t>
      </w:r>
      <w:hyperlink r:id="rId8" w:history="1">
        <w:r w:rsidRPr="00EF79F4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  <w:r w:rsidRPr="00B1206F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F79F4">
          <w:rPr>
            <w:rStyle w:val="Hyperlink"/>
            <w:rFonts w:ascii="Times New Roman" w:hAnsi="Times New Roman"/>
            <w:sz w:val="24"/>
            <w:szCs w:val="24"/>
            <w:lang w:val="en-US"/>
          </w:rPr>
          <w:t>Osinniki</w:t>
        </w:r>
        <w:r w:rsidRPr="00B1206F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F79F4">
          <w:rPr>
            <w:rStyle w:val="Hyperlink"/>
            <w:rFonts w:ascii="Times New Roman" w:hAnsi="Times New Roman"/>
            <w:sz w:val="24"/>
            <w:szCs w:val="24"/>
            <w:lang w:val="en-US"/>
          </w:rPr>
          <w:t>org</w:t>
        </w:r>
      </w:hyperlink>
      <w:r w:rsidRPr="00B1206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 разделе «Жилищно - коммунальное хозяйство», кроме сведений, составляющих государственную тайну.</w:t>
      </w:r>
    </w:p>
    <w:p w:rsidR="00146F26" w:rsidRPr="00B1206F" w:rsidRDefault="00146F26" w:rsidP="00D41F9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Опубликовать информацию об утверждении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программы комплексного развития </w:t>
      </w:r>
      <w:r>
        <w:rPr>
          <w:rFonts w:ascii="Times New Roman" w:hAnsi="Times New Roman"/>
          <w:sz w:val="24"/>
          <w:szCs w:val="24"/>
        </w:rPr>
        <w:t xml:space="preserve">систем коммунальной инфраструктуры </w:t>
      </w:r>
      <w:r w:rsidRPr="00B1206F">
        <w:rPr>
          <w:rFonts w:ascii="Times New Roman" w:hAnsi="Times New Roman"/>
          <w:sz w:val="24"/>
          <w:szCs w:val="24"/>
        </w:rPr>
        <w:t>муниципального образования – Осинниковский городской округ на период до 2025г. в городской муниципальной общественно-политической газете «Время и жизнь»</w:t>
      </w:r>
      <w:r>
        <w:rPr>
          <w:rFonts w:ascii="Times New Roman" w:hAnsi="Times New Roman"/>
          <w:sz w:val="24"/>
          <w:szCs w:val="24"/>
        </w:rPr>
        <w:t>.</w:t>
      </w:r>
    </w:p>
    <w:p w:rsidR="00146F26" w:rsidRPr="003035B6" w:rsidRDefault="00146F26" w:rsidP="00D41F9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3035B6">
        <w:rPr>
          <w:rFonts w:ascii="Times New Roman" w:hAnsi="Times New Roman"/>
          <w:sz w:val="24"/>
          <w:szCs w:val="24"/>
        </w:rPr>
        <w:t xml:space="preserve">Контроль за исполнением данного постановления возложить на </w:t>
      </w:r>
      <w:r>
        <w:rPr>
          <w:rFonts w:ascii="Times New Roman" w:hAnsi="Times New Roman"/>
          <w:sz w:val="24"/>
          <w:szCs w:val="24"/>
        </w:rPr>
        <w:t>заместителя Главы городского округа по Жилищно-коммунальному хозяйству И.В.Максимова</w:t>
      </w:r>
      <w:r w:rsidRPr="003035B6">
        <w:rPr>
          <w:rFonts w:ascii="Times New Roman" w:hAnsi="Times New Roman"/>
          <w:sz w:val="24"/>
          <w:szCs w:val="24"/>
        </w:rPr>
        <w:t>.</w:t>
      </w:r>
    </w:p>
    <w:p w:rsidR="00146F26" w:rsidRPr="003035B6" w:rsidRDefault="00146F26" w:rsidP="00D41F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D41F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D41F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CA37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5B6">
        <w:rPr>
          <w:rFonts w:ascii="Times New Roman" w:hAnsi="Times New Roman"/>
          <w:sz w:val="24"/>
          <w:szCs w:val="24"/>
        </w:rPr>
        <w:t>Глава Осинниковского</w:t>
      </w:r>
    </w:p>
    <w:p w:rsidR="00146F26" w:rsidRPr="003035B6" w:rsidRDefault="00146F26" w:rsidP="00CA37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5B6">
        <w:rPr>
          <w:rFonts w:ascii="Times New Roman" w:hAnsi="Times New Roman"/>
          <w:sz w:val="24"/>
          <w:szCs w:val="24"/>
        </w:rPr>
        <w:t xml:space="preserve">городского округа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3035B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35B6">
        <w:rPr>
          <w:rFonts w:ascii="Times New Roman" w:hAnsi="Times New Roman"/>
          <w:sz w:val="24"/>
          <w:szCs w:val="24"/>
        </w:rPr>
        <w:t xml:space="preserve">    И.В.Романов</w:t>
      </w:r>
    </w:p>
    <w:p w:rsidR="00146F26" w:rsidRPr="003035B6" w:rsidRDefault="00146F26" w:rsidP="00CA3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CA3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CA3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CA37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35B6">
        <w:rPr>
          <w:rFonts w:ascii="Times New Roman" w:hAnsi="Times New Roman"/>
          <w:sz w:val="24"/>
          <w:szCs w:val="24"/>
        </w:rPr>
        <w:t xml:space="preserve">С постановлением ознакомлен, </w:t>
      </w:r>
    </w:p>
    <w:p w:rsidR="00146F26" w:rsidRPr="003035B6" w:rsidRDefault="00146F26" w:rsidP="00CA37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35B6">
        <w:rPr>
          <w:rFonts w:ascii="Times New Roman" w:hAnsi="Times New Roman"/>
          <w:sz w:val="24"/>
          <w:szCs w:val="24"/>
        </w:rPr>
        <w:t>с возложением обязанностей согласен</w:t>
      </w:r>
      <w:r>
        <w:rPr>
          <w:rFonts w:ascii="Times New Roman" w:hAnsi="Times New Roman"/>
          <w:sz w:val="24"/>
          <w:szCs w:val="24"/>
        </w:rPr>
        <w:t xml:space="preserve">            ______</w:t>
      </w:r>
      <w:r w:rsidRPr="003035B6">
        <w:rPr>
          <w:rFonts w:ascii="Times New Roman" w:hAnsi="Times New Roman"/>
          <w:sz w:val="24"/>
          <w:szCs w:val="24"/>
        </w:rPr>
        <w:t xml:space="preserve">________  __________ </w:t>
      </w:r>
      <w:r>
        <w:rPr>
          <w:rFonts w:ascii="Times New Roman" w:hAnsi="Times New Roman"/>
          <w:sz w:val="24"/>
          <w:szCs w:val="24"/>
        </w:rPr>
        <w:t xml:space="preserve">           И.В.Максимов</w:t>
      </w:r>
    </w:p>
    <w:p w:rsidR="00146F26" w:rsidRPr="003035B6" w:rsidRDefault="00146F26" w:rsidP="00CA3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F26" w:rsidRPr="003035B6" w:rsidRDefault="00146F26" w:rsidP="00CA3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F26" w:rsidRPr="00D41F98" w:rsidRDefault="00146F26" w:rsidP="00CA379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исп,.</w:t>
      </w:r>
      <w:r w:rsidRPr="00D41F98">
        <w:rPr>
          <w:rFonts w:ascii="Times New Roman" w:hAnsi="Times New Roman"/>
          <w:sz w:val="20"/>
          <w:szCs w:val="20"/>
        </w:rPr>
        <w:t>Заподовникова Н.Ю.</w:t>
      </w:r>
    </w:p>
    <w:p w:rsidR="00146F26" w:rsidRDefault="00146F26" w:rsidP="00CA379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41F98">
        <w:rPr>
          <w:rFonts w:ascii="Times New Roman" w:hAnsi="Times New Roman"/>
          <w:sz w:val="20"/>
          <w:szCs w:val="20"/>
        </w:rPr>
        <w:t>Щерба Е.В.43372</w:t>
      </w:r>
    </w:p>
    <w:p w:rsidR="00146F26" w:rsidRDefault="00146F26" w:rsidP="00CA379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6F26" w:rsidRDefault="00146F26" w:rsidP="00CA379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6F26" w:rsidRDefault="00146F26" w:rsidP="00FD5B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6F26" w:rsidRDefault="00146F26" w:rsidP="00FD5B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6F26" w:rsidRDefault="00146F26" w:rsidP="00FD5B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6F26" w:rsidRPr="00FD5BFB" w:rsidRDefault="00146F26" w:rsidP="00FD5B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BFB">
        <w:rPr>
          <w:rFonts w:ascii="Times New Roman" w:hAnsi="Times New Roman"/>
          <w:b/>
          <w:sz w:val="28"/>
          <w:szCs w:val="28"/>
        </w:rPr>
        <w:t xml:space="preserve">ЛИСТ СОГЛАСОВАНИЯ </w:t>
      </w:r>
    </w:p>
    <w:p w:rsidR="00146F26" w:rsidRPr="00D41F98" w:rsidRDefault="00146F26" w:rsidP="006730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5C15">
        <w:rPr>
          <w:rFonts w:ascii="Times New Roman" w:hAnsi="Times New Roman"/>
          <w:sz w:val="28"/>
          <w:szCs w:val="28"/>
        </w:rPr>
        <w:t>к Постановлению «Об утверждении программы комплексного развития систем коммунальной инфраструктуры муниципального образования – Осинниковский городской округ на период до 2025 г.</w:t>
      </w:r>
      <w:r>
        <w:rPr>
          <w:rFonts w:ascii="Times New Roman" w:hAnsi="Times New Roman"/>
          <w:sz w:val="28"/>
          <w:szCs w:val="28"/>
        </w:rPr>
        <w:t>»</w:t>
      </w:r>
    </w:p>
    <w:p w:rsidR="00146F26" w:rsidRPr="00FD5BFB" w:rsidRDefault="00146F26" w:rsidP="00333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6F26" w:rsidRPr="00FD5BFB" w:rsidRDefault="00146F26" w:rsidP="00FD5B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6F26" w:rsidRPr="00FD5BFB" w:rsidRDefault="00146F26" w:rsidP="00FD5B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5"/>
        <w:gridCol w:w="2353"/>
        <w:gridCol w:w="2861"/>
      </w:tblGrid>
      <w:tr w:rsidR="00146F26" w:rsidRPr="00AF3AEC" w:rsidTr="00494BF2">
        <w:tc>
          <w:tcPr>
            <w:tcW w:w="4925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3AEC">
              <w:rPr>
                <w:rFonts w:ascii="Times New Roman" w:hAnsi="Times New Roman"/>
                <w:b/>
                <w:sz w:val="28"/>
                <w:szCs w:val="28"/>
              </w:rPr>
              <w:t>Должность, Ф.И.О.</w:t>
            </w:r>
          </w:p>
        </w:tc>
        <w:tc>
          <w:tcPr>
            <w:tcW w:w="2353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3AEC">
              <w:rPr>
                <w:rFonts w:ascii="Times New Roman" w:hAnsi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2861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3AEC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46F26" w:rsidRPr="00AF3AEC" w:rsidTr="00494BF2">
        <w:tc>
          <w:tcPr>
            <w:tcW w:w="4925" w:type="dxa"/>
          </w:tcPr>
          <w:p w:rsidR="00146F26" w:rsidRPr="00FD5BFB" w:rsidRDefault="00146F26" w:rsidP="00FD5BF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A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Управляющий делами-</w:t>
            </w:r>
          </w:p>
          <w:p w:rsidR="00146F26" w:rsidRPr="00AF3AEC" w:rsidRDefault="00146F26" w:rsidP="00FD5BFB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A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Руководитель аппарата администрации</w:t>
            </w:r>
          </w:p>
          <w:p w:rsidR="00146F26" w:rsidRPr="00AF3AEC" w:rsidRDefault="00146F26" w:rsidP="00FD5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46F26" w:rsidRPr="00AF3AEC" w:rsidRDefault="00146F26" w:rsidP="00FD5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3AEC">
              <w:rPr>
                <w:rFonts w:ascii="Times New Roman" w:hAnsi="Times New Roman"/>
                <w:sz w:val="28"/>
                <w:szCs w:val="28"/>
              </w:rPr>
              <w:t>Скрябина Л.А.</w:t>
            </w:r>
          </w:p>
          <w:p w:rsidR="00146F26" w:rsidRPr="00FD5BFB" w:rsidRDefault="00146F26" w:rsidP="00FD5B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3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61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46F26" w:rsidRPr="00AF3AEC" w:rsidTr="00494BF2">
        <w:tc>
          <w:tcPr>
            <w:tcW w:w="4925" w:type="dxa"/>
          </w:tcPr>
          <w:p w:rsidR="00146F26" w:rsidRDefault="00146F26" w:rsidP="00673008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Зам.Главы по ЖКХ</w:t>
            </w:r>
          </w:p>
          <w:p w:rsidR="00146F26" w:rsidRDefault="00146F26" w:rsidP="00673008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6F26" w:rsidRPr="00FD5BFB" w:rsidRDefault="00146F26" w:rsidP="00BB1E3B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Максимов И.В.</w:t>
            </w:r>
          </w:p>
        </w:tc>
        <w:tc>
          <w:tcPr>
            <w:tcW w:w="2353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61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46F26" w:rsidRPr="00AF3AEC" w:rsidTr="00494BF2">
        <w:tc>
          <w:tcPr>
            <w:tcW w:w="4925" w:type="dxa"/>
          </w:tcPr>
          <w:p w:rsidR="00146F26" w:rsidRPr="00AF3AEC" w:rsidRDefault="00146F26" w:rsidP="00FD5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146F26" w:rsidRPr="00AF3AEC" w:rsidRDefault="00146F26" w:rsidP="00FD5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3AEC">
              <w:rPr>
                <w:rFonts w:ascii="Times New Roman" w:hAnsi="Times New Roman"/>
                <w:sz w:val="28"/>
                <w:szCs w:val="28"/>
              </w:rPr>
              <w:t>Юридический отдел</w:t>
            </w:r>
          </w:p>
          <w:p w:rsidR="00146F26" w:rsidRPr="00AF3AEC" w:rsidRDefault="00146F26" w:rsidP="00FD5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46F26" w:rsidRPr="00AF3AEC" w:rsidRDefault="00146F26" w:rsidP="00FD5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46F26" w:rsidRPr="00FD5BFB" w:rsidRDefault="00146F26" w:rsidP="00FD5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61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46F26" w:rsidRPr="00AF3AEC" w:rsidTr="00494BF2">
        <w:tc>
          <w:tcPr>
            <w:tcW w:w="4925" w:type="dxa"/>
          </w:tcPr>
          <w:p w:rsidR="00146F26" w:rsidRDefault="00146F26" w:rsidP="00FD5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Исполнитель:</w:t>
            </w:r>
          </w:p>
          <w:p w:rsidR="00146F26" w:rsidRPr="00AF3AEC" w:rsidRDefault="00146F26" w:rsidP="00FD5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Заподовникова Н.Ю.</w:t>
            </w:r>
          </w:p>
        </w:tc>
        <w:tc>
          <w:tcPr>
            <w:tcW w:w="2353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61" w:type="dxa"/>
          </w:tcPr>
          <w:p w:rsidR="00146F26" w:rsidRPr="00FD5BFB" w:rsidRDefault="00146F26" w:rsidP="00FD5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46F26" w:rsidRDefault="00146F26" w:rsidP="00092E68">
      <w:pPr>
        <w:rPr>
          <w:rFonts w:ascii="Times New Roman" w:hAnsi="Times New Roman"/>
          <w:sz w:val="24"/>
          <w:szCs w:val="24"/>
        </w:rPr>
      </w:pPr>
    </w:p>
    <w:p w:rsidR="00146F26" w:rsidRPr="00FD5BFB" w:rsidRDefault="00146F26" w:rsidP="00092E68">
      <w:pPr>
        <w:rPr>
          <w:rFonts w:ascii="Times New Roman" w:hAnsi="Times New Roman"/>
          <w:sz w:val="24"/>
          <w:szCs w:val="24"/>
        </w:rPr>
      </w:pPr>
    </w:p>
    <w:p w:rsidR="00146F26" w:rsidRPr="00FD5BFB" w:rsidRDefault="00146F26" w:rsidP="00092E68">
      <w:pPr>
        <w:rPr>
          <w:rFonts w:ascii="Times New Roman" w:hAnsi="Times New Roman"/>
          <w:sz w:val="24"/>
          <w:szCs w:val="24"/>
        </w:rPr>
      </w:pPr>
    </w:p>
    <w:p w:rsidR="00146F26" w:rsidRPr="00FD5BFB" w:rsidRDefault="00146F26" w:rsidP="000D0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46F26" w:rsidRPr="00FD5BFB" w:rsidSect="00693C75">
      <w:pgSz w:w="11906" w:h="16838"/>
      <w:pgMar w:top="284" w:right="707" w:bottom="284" w:left="1276" w:header="708" w:footer="1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F26" w:rsidRDefault="00146F26" w:rsidP="00CA3794">
      <w:pPr>
        <w:spacing w:after="0" w:line="240" w:lineRule="auto"/>
      </w:pPr>
      <w:r>
        <w:separator/>
      </w:r>
    </w:p>
  </w:endnote>
  <w:endnote w:type="continuationSeparator" w:id="0">
    <w:p w:rsidR="00146F26" w:rsidRDefault="00146F26" w:rsidP="00CA3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F26" w:rsidRDefault="00146F26" w:rsidP="00CA3794">
      <w:pPr>
        <w:spacing w:after="0" w:line="240" w:lineRule="auto"/>
      </w:pPr>
      <w:r>
        <w:separator/>
      </w:r>
    </w:p>
  </w:footnote>
  <w:footnote w:type="continuationSeparator" w:id="0">
    <w:p w:rsidR="00146F26" w:rsidRDefault="00146F26" w:rsidP="00CA3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7546E"/>
    <w:multiLevelType w:val="hybridMultilevel"/>
    <w:tmpl w:val="2698D7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521"/>
    <w:rsid w:val="000404B8"/>
    <w:rsid w:val="00050A69"/>
    <w:rsid w:val="00090D2A"/>
    <w:rsid w:val="00092E68"/>
    <w:rsid w:val="00096D12"/>
    <w:rsid w:val="000A0824"/>
    <w:rsid w:val="000A3F95"/>
    <w:rsid w:val="000A48AE"/>
    <w:rsid w:val="000B0F93"/>
    <w:rsid w:val="000B2F91"/>
    <w:rsid w:val="000D094A"/>
    <w:rsid w:val="00146F26"/>
    <w:rsid w:val="00197224"/>
    <w:rsid w:val="002705B8"/>
    <w:rsid w:val="00281BBD"/>
    <w:rsid w:val="002E5E3D"/>
    <w:rsid w:val="003035B6"/>
    <w:rsid w:val="00305DEA"/>
    <w:rsid w:val="00321957"/>
    <w:rsid w:val="003266B4"/>
    <w:rsid w:val="00333AF8"/>
    <w:rsid w:val="00367653"/>
    <w:rsid w:val="00367731"/>
    <w:rsid w:val="00371D03"/>
    <w:rsid w:val="003A2A0B"/>
    <w:rsid w:val="003A63DF"/>
    <w:rsid w:val="004036CE"/>
    <w:rsid w:val="00454C72"/>
    <w:rsid w:val="004566EE"/>
    <w:rsid w:val="00494BF2"/>
    <w:rsid w:val="004A5AEA"/>
    <w:rsid w:val="005239BF"/>
    <w:rsid w:val="00557FD5"/>
    <w:rsid w:val="00560712"/>
    <w:rsid w:val="005866BF"/>
    <w:rsid w:val="00591836"/>
    <w:rsid w:val="005B19A8"/>
    <w:rsid w:val="005B1FD5"/>
    <w:rsid w:val="005C4E31"/>
    <w:rsid w:val="00666FB5"/>
    <w:rsid w:val="006710B3"/>
    <w:rsid w:val="00673008"/>
    <w:rsid w:val="00681994"/>
    <w:rsid w:val="00693C75"/>
    <w:rsid w:val="006A60A5"/>
    <w:rsid w:val="006B211B"/>
    <w:rsid w:val="006F268F"/>
    <w:rsid w:val="00702399"/>
    <w:rsid w:val="00742271"/>
    <w:rsid w:val="00742822"/>
    <w:rsid w:val="00747991"/>
    <w:rsid w:val="0077406A"/>
    <w:rsid w:val="00780DF1"/>
    <w:rsid w:val="00785039"/>
    <w:rsid w:val="007E423F"/>
    <w:rsid w:val="0082175E"/>
    <w:rsid w:val="008356E1"/>
    <w:rsid w:val="00840763"/>
    <w:rsid w:val="00860023"/>
    <w:rsid w:val="00860F59"/>
    <w:rsid w:val="00864546"/>
    <w:rsid w:val="008657E8"/>
    <w:rsid w:val="00893F55"/>
    <w:rsid w:val="00897878"/>
    <w:rsid w:val="008A7C29"/>
    <w:rsid w:val="008B594E"/>
    <w:rsid w:val="008C1B42"/>
    <w:rsid w:val="008F2DE7"/>
    <w:rsid w:val="00900888"/>
    <w:rsid w:val="009146A8"/>
    <w:rsid w:val="009345E1"/>
    <w:rsid w:val="00954901"/>
    <w:rsid w:val="00974266"/>
    <w:rsid w:val="009848E1"/>
    <w:rsid w:val="009952AA"/>
    <w:rsid w:val="009A2B8D"/>
    <w:rsid w:val="009C13A7"/>
    <w:rsid w:val="009C54D8"/>
    <w:rsid w:val="009D1ABC"/>
    <w:rsid w:val="00A224CC"/>
    <w:rsid w:val="00A35D29"/>
    <w:rsid w:val="00A45812"/>
    <w:rsid w:val="00A46521"/>
    <w:rsid w:val="00AB11FD"/>
    <w:rsid w:val="00AC4C16"/>
    <w:rsid w:val="00AD1E52"/>
    <w:rsid w:val="00AD50F7"/>
    <w:rsid w:val="00AE65F7"/>
    <w:rsid w:val="00AF3AEC"/>
    <w:rsid w:val="00B00E88"/>
    <w:rsid w:val="00B1206F"/>
    <w:rsid w:val="00B36D2B"/>
    <w:rsid w:val="00B615EA"/>
    <w:rsid w:val="00B76851"/>
    <w:rsid w:val="00B85E7C"/>
    <w:rsid w:val="00B87948"/>
    <w:rsid w:val="00BA0954"/>
    <w:rsid w:val="00BB1E3B"/>
    <w:rsid w:val="00BB51F6"/>
    <w:rsid w:val="00BD18D4"/>
    <w:rsid w:val="00BE323A"/>
    <w:rsid w:val="00BE5C1A"/>
    <w:rsid w:val="00BF41AF"/>
    <w:rsid w:val="00C062C8"/>
    <w:rsid w:val="00C14534"/>
    <w:rsid w:val="00C5295C"/>
    <w:rsid w:val="00C741BA"/>
    <w:rsid w:val="00CA3794"/>
    <w:rsid w:val="00CB3734"/>
    <w:rsid w:val="00CD010C"/>
    <w:rsid w:val="00CD1062"/>
    <w:rsid w:val="00CD486E"/>
    <w:rsid w:val="00CF25D2"/>
    <w:rsid w:val="00D001E1"/>
    <w:rsid w:val="00D4114A"/>
    <w:rsid w:val="00D41F98"/>
    <w:rsid w:val="00D67B6B"/>
    <w:rsid w:val="00D71444"/>
    <w:rsid w:val="00DA0F0C"/>
    <w:rsid w:val="00E1287A"/>
    <w:rsid w:val="00E160FF"/>
    <w:rsid w:val="00E27D36"/>
    <w:rsid w:val="00E55FBD"/>
    <w:rsid w:val="00E7744B"/>
    <w:rsid w:val="00E85FC2"/>
    <w:rsid w:val="00EB64EA"/>
    <w:rsid w:val="00EB765D"/>
    <w:rsid w:val="00ED4FC5"/>
    <w:rsid w:val="00ED7ECC"/>
    <w:rsid w:val="00EF79F4"/>
    <w:rsid w:val="00F017CD"/>
    <w:rsid w:val="00F50D57"/>
    <w:rsid w:val="00F83690"/>
    <w:rsid w:val="00F95C15"/>
    <w:rsid w:val="00FC7FF3"/>
    <w:rsid w:val="00FD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D2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4652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A465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4652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A4652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D714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3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379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3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3794"/>
    <w:rPr>
      <w:rFonts w:cs="Times New Roman"/>
    </w:rPr>
  </w:style>
  <w:style w:type="table" w:styleId="TableGrid">
    <w:name w:val="Table Grid"/>
    <w:basedOn w:val="TableNormal"/>
    <w:uiPriority w:val="99"/>
    <w:rsid w:val="00CA37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cl">
    <w:name w:val="text1cl"/>
    <w:basedOn w:val="Normal"/>
    <w:uiPriority w:val="99"/>
    <w:rsid w:val="007850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3cl">
    <w:name w:val="text3cl"/>
    <w:basedOn w:val="Normal"/>
    <w:uiPriority w:val="99"/>
    <w:rsid w:val="007850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E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5C1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120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08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innik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1317</TotalTime>
  <Pages>2</Pages>
  <Words>373</Words>
  <Characters>2131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Home</cp:lastModifiedBy>
  <cp:revision>31</cp:revision>
  <cp:lastPrinted>2016-02-10T08:53:00Z</cp:lastPrinted>
  <dcterms:created xsi:type="dcterms:W3CDTF">2015-03-16T11:05:00Z</dcterms:created>
  <dcterms:modified xsi:type="dcterms:W3CDTF">2016-02-17T08:36:00Z</dcterms:modified>
</cp:coreProperties>
</file>